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FC0F6" w14:textId="77777777" w:rsidR="002A61EB" w:rsidRDefault="002A61EB" w:rsidP="002A61EB">
      <w:pPr>
        <w:ind w:rightChars="132" w:right="36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【様式第</w:t>
      </w:r>
      <w:r w:rsidR="000666C7">
        <w:rPr>
          <w:rFonts w:ascii="ＭＳ 明朝" w:hAnsi="ＭＳ 明朝" w:hint="eastAsia"/>
          <w:sz w:val="24"/>
          <w:szCs w:val="24"/>
        </w:rPr>
        <w:t>３</w:t>
      </w:r>
      <w:r w:rsidR="00FA780E">
        <w:rPr>
          <w:rFonts w:ascii="ＭＳ 明朝" w:hAnsi="ＭＳ 明朝" w:hint="eastAsia"/>
          <w:sz w:val="24"/>
          <w:szCs w:val="24"/>
        </w:rPr>
        <w:t>号</w:t>
      </w:r>
      <w:r>
        <w:rPr>
          <w:rFonts w:ascii="ＭＳ 明朝" w:hAnsi="ＭＳ 明朝" w:hint="eastAsia"/>
          <w:sz w:val="24"/>
          <w:szCs w:val="24"/>
        </w:rPr>
        <w:t>】</w:t>
      </w:r>
      <w:r w:rsidR="00FA780E">
        <w:rPr>
          <w:rFonts w:ascii="ＭＳ 明朝" w:hAnsi="ＭＳ 明朝" w:hint="eastAsia"/>
          <w:sz w:val="24"/>
          <w:szCs w:val="24"/>
        </w:rPr>
        <w:t>≪市町村選管⇒指定施設≫</w:t>
      </w:r>
    </w:p>
    <w:p w14:paraId="5AAA678B" w14:textId="77777777" w:rsidR="00C67B95" w:rsidRPr="00784275" w:rsidRDefault="00AA0317" w:rsidP="002A61EB">
      <w:pPr>
        <w:ind w:right="-2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令和　　</w:t>
      </w:r>
      <w:r w:rsidR="00956AEE" w:rsidRPr="00784275">
        <w:rPr>
          <w:rFonts w:ascii="ＭＳ 明朝" w:hAnsi="ＭＳ 明朝" w:hint="eastAsia"/>
          <w:sz w:val="24"/>
          <w:szCs w:val="24"/>
        </w:rPr>
        <w:t>年</w:t>
      </w:r>
      <w:r w:rsidR="000F6CA3" w:rsidRPr="00784275">
        <w:rPr>
          <w:rFonts w:ascii="ＭＳ 明朝" w:hAnsi="ＭＳ 明朝" w:hint="eastAsia"/>
          <w:sz w:val="24"/>
          <w:szCs w:val="24"/>
        </w:rPr>
        <w:t xml:space="preserve">　　</w:t>
      </w:r>
      <w:r w:rsidR="00956AEE" w:rsidRPr="00784275">
        <w:rPr>
          <w:rFonts w:ascii="ＭＳ 明朝" w:hAnsi="ＭＳ 明朝" w:hint="eastAsia"/>
          <w:sz w:val="24"/>
          <w:szCs w:val="24"/>
        </w:rPr>
        <w:t>月</w:t>
      </w:r>
      <w:r w:rsidR="000F6CA3" w:rsidRPr="00784275">
        <w:rPr>
          <w:rFonts w:ascii="ＭＳ 明朝" w:hAnsi="ＭＳ 明朝" w:hint="eastAsia"/>
          <w:sz w:val="24"/>
          <w:szCs w:val="24"/>
        </w:rPr>
        <w:t xml:space="preserve">　　</w:t>
      </w:r>
      <w:r w:rsidR="00956AEE" w:rsidRPr="00784275">
        <w:rPr>
          <w:rFonts w:ascii="ＭＳ 明朝" w:hAnsi="ＭＳ 明朝" w:hint="eastAsia"/>
          <w:sz w:val="24"/>
          <w:szCs w:val="24"/>
        </w:rPr>
        <w:t>日</w:t>
      </w:r>
    </w:p>
    <w:p w14:paraId="565338F4" w14:textId="77777777" w:rsidR="00721CAA" w:rsidRDefault="00721CAA" w:rsidP="00721CAA">
      <w:pPr>
        <w:rPr>
          <w:rFonts w:ascii="ＭＳ 明朝" w:hAnsi="ＭＳ 明朝"/>
          <w:sz w:val="24"/>
          <w:szCs w:val="24"/>
        </w:rPr>
      </w:pPr>
    </w:p>
    <w:p w14:paraId="51BCD356" w14:textId="77777777" w:rsidR="00721CAA" w:rsidRDefault="00721CAA" w:rsidP="00721CAA">
      <w:pPr>
        <w:rPr>
          <w:rFonts w:ascii="ＭＳ 明朝" w:hAnsi="ＭＳ 明朝"/>
          <w:sz w:val="24"/>
          <w:szCs w:val="24"/>
        </w:rPr>
      </w:pPr>
    </w:p>
    <w:p w14:paraId="54047D42" w14:textId="77777777" w:rsidR="0031343D" w:rsidRPr="0031343D" w:rsidRDefault="0074204C" w:rsidP="0031343D">
      <w:pPr>
        <w:ind w:firstLineChars="100" w:firstLine="265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（指定施設の長）　</w:t>
      </w:r>
      <w:r w:rsidR="0031343D">
        <w:rPr>
          <w:rFonts w:ascii="ＭＳ 明朝" w:hAnsi="ＭＳ 明朝" w:hint="eastAsia"/>
          <w:sz w:val="24"/>
          <w:szCs w:val="24"/>
        </w:rPr>
        <w:t>殿</w:t>
      </w:r>
    </w:p>
    <w:p w14:paraId="4B461FD9" w14:textId="77777777" w:rsidR="00C67B95" w:rsidRPr="00784275" w:rsidRDefault="00C67B95" w:rsidP="00351D3D">
      <w:pPr>
        <w:rPr>
          <w:sz w:val="24"/>
          <w:szCs w:val="24"/>
        </w:rPr>
      </w:pPr>
    </w:p>
    <w:p w14:paraId="5C409DA0" w14:textId="77777777" w:rsidR="00C67B95" w:rsidRPr="00784275" w:rsidRDefault="004957D1" w:rsidP="001568FA">
      <w:pPr>
        <w:tabs>
          <w:tab w:val="left" w:pos="6096"/>
        </w:tabs>
        <w:ind w:leftChars="1792" w:left="5976" w:hangingChars="397" w:hanging="1051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1568FA">
        <w:rPr>
          <w:rFonts w:hint="eastAsia"/>
          <w:sz w:val="24"/>
          <w:szCs w:val="24"/>
        </w:rPr>
        <w:t>市</w:t>
      </w:r>
      <w:r w:rsidR="00B61182">
        <w:rPr>
          <w:rFonts w:hint="eastAsia"/>
          <w:sz w:val="24"/>
          <w:szCs w:val="24"/>
        </w:rPr>
        <w:t>町村</w:t>
      </w:r>
      <w:r>
        <w:rPr>
          <w:rFonts w:hint="eastAsia"/>
          <w:sz w:val="24"/>
          <w:szCs w:val="24"/>
        </w:rPr>
        <w:t>）</w:t>
      </w:r>
      <w:r w:rsidR="00B61182">
        <w:rPr>
          <w:rFonts w:hint="eastAsia"/>
          <w:sz w:val="24"/>
          <w:szCs w:val="24"/>
        </w:rPr>
        <w:t>選挙管理委員会</w:t>
      </w:r>
    </w:p>
    <w:p w14:paraId="35EBDC24" w14:textId="77777777" w:rsidR="004957D1" w:rsidRPr="004957D1" w:rsidRDefault="004957D1" w:rsidP="00351D3D">
      <w:pPr>
        <w:rPr>
          <w:sz w:val="24"/>
          <w:szCs w:val="24"/>
        </w:rPr>
      </w:pPr>
    </w:p>
    <w:p w14:paraId="346922D3" w14:textId="77777777" w:rsidR="00333222" w:rsidRDefault="002A61EB" w:rsidP="004957D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外部立会人の選定</w:t>
      </w:r>
      <w:r w:rsidR="00B61182">
        <w:rPr>
          <w:rFonts w:hint="eastAsia"/>
          <w:sz w:val="24"/>
          <w:szCs w:val="24"/>
        </w:rPr>
        <w:t>について（通知）</w:t>
      </w:r>
    </w:p>
    <w:p w14:paraId="4069D903" w14:textId="77777777" w:rsidR="004957D1" w:rsidRPr="002A61EB" w:rsidRDefault="004957D1" w:rsidP="00351D3D">
      <w:pPr>
        <w:rPr>
          <w:sz w:val="24"/>
          <w:szCs w:val="24"/>
        </w:rPr>
      </w:pPr>
    </w:p>
    <w:p w14:paraId="37B71232" w14:textId="77777777" w:rsidR="00C67B95" w:rsidRDefault="005D2277" w:rsidP="00721CAA">
      <w:pPr>
        <w:ind w:firstLineChars="100" w:firstLine="265"/>
        <w:rPr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貴施設における不在者投票において、下記のとおり外部立会人を選定しましたので</w:t>
      </w:r>
      <w:r w:rsidR="00C42899">
        <w:rPr>
          <w:rFonts w:ascii="ＭＳ 明朝" w:hAnsi="ＭＳ 明朝" w:hint="eastAsia"/>
          <w:sz w:val="24"/>
          <w:szCs w:val="24"/>
        </w:rPr>
        <w:t>通知します。</w:t>
      </w:r>
    </w:p>
    <w:p w14:paraId="0541D44C" w14:textId="77777777" w:rsidR="002A61EB" w:rsidRPr="002A61EB" w:rsidRDefault="002A61EB" w:rsidP="00B61182">
      <w:pPr>
        <w:rPr>
          <w:sz w:val="24"/>
          <w:szCs w:val="24"/>
        </w:rPr>
      </w:pPr>
    </w:p>
    <w:p w14:paraId="497A09B4" w14:textId="77777777" w:rsidR="000666C7" w:rsidRDefault="00B61182" w:rsidP="000666C7">
      <w:pPr>
        <w:pStyle w:val="a8"/>
      </w:pPr>
      <w:r>
        <w:rPr>
          <w:rFonts w:hint="eastAsia"/>
        </w:rPr>
        <w:t>記</w:t>
      </w:r>
    </w:p>
    <w:p w14:paraId="69D30AAA" w14:textId="77777777" w:rsidR="000666C7" w:rsidRPr="00784275" w:rsidRDefault="000666C7" w:rsidP="000666C7"/>
    <w:p w14:paraId="604D1883" w14:textId="77777777" w:rsidR="00333222" w:rsidRPr="000666C7" w:rsidRDefault="000666C7" w:rsidP="00351D3D">
      <w:pPr>
        <w:rPr>
          <w:sz w:val="16"/>
          <w:szCs w:val="16"/>
        </w:rPr>
      </w:pPr>
      <w:r w:rsidRPr="000666C7">
        <w:rPr>
          <w:rFonts w:hint="eastAsia"/>
          <w:sz w:val="16"/>
          <w:szCs w:val="16"/>
        </w:rPr>
        <w:t>（ふりがな）</w:t>
      </w:r>
      <w:r w:rsidR="0031343D">
        <w:rPr>
          <w:rFonts w:hint="eastAsia"/>
          <w:sz w:val="16"/>
          <w:szCs w:val="16"/>
        </w:rPr>
        <w:t xml:space="preserve">　　</w:t>
      </w:r>
      <w:r w:rsidR="0031343D">
        <w:rPr>
          <w:rFonts w:hint="eastAsia"/>
          <w:sz w:val="16"/>
          <w:szCs w:val="16"/>
        </w:rPr>
        <w:t xml:space="preserve"> </w:t>
      </w:r>
      <w:r w:rsidR="0031343D">
        <w:rPr>
          <w:rFonts w:hint="eastAsia"/>
          <w:sz w:val="16"/>
          <w:szCs w:val="16"/>
        </w:rPr>
        <w:t>××</w:t>
      </w:r>
      <w:r w:rsidR="0031343D">
        <w:rPr>
          <w:rFonts w:hint="eastAsia"/>
          <w:sz w:val="16"/>
          <w:szCs w:val="16"/>
        </w:rPr>
        <w:t xml:space="preserve">  </w:t>
      </w:r>
      <w:r w:rsidR="0031343D">
        <w:rPr>
          <w:rFonts w:hint="eastAsia"/>
          <w:sz w:val="16"/>
          <w:szCs w:val="16"/>
        </w:rPr>
        <w:t>××</w:t>
      </w:r>
      <w:r w:rsidR="0031343D">
        <w:rPr>
          <w:rFonts w:hint="eastAsia"/>
          <w:sz w:val="16"/>
          <w:szCs w:val="16"/>
        </w:rPr>
        <w:t xml:space="preserve">  </w:t>
      </w:r>
      <w:r w:rsidR="0031343D">
        <w:rPr>
          <w:rFonts w:hint="eastAsia"/>
          <w:sz w:val="16"/>
          <w:szCs w:val="16"/>
        </w:rPr>
        <w:t>××</w:t>
      </w:r>
      <w:r w:rsidR="0031343D">
        <w:rPr>
          <w:rFonts w:hint="eastAsia"/>
          <w:sz w:val="16"/>
          <w:szCs w:val="16"/>
        </w:rPr>
        <w:t xml:space="preserve">  </w:t>
      </w:r>
      <w:r w:rsidR="0031343D">
        <w:rPr>
          <w:rFonts w:hint="eastAsia"/>
          <w:sz w:val="16"/>
          <w:szCs w:val="16"/>
        </w:rPr>
        <w:t>××</w:t>
      </w:r>
    </w:p>
    <w:p w14:paraId="08B243FE" w14:textId="77777777" w:rsidR="000666C7" w:rsidRDefault="000666C7" w:rsidP="00351D3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会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人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○　○　○　○</w:t>
      </w:r>
    </w:p>
    <w:p w14:paraId="39E7180D" w14:textId="77777777" w:rsidR="000666C7" w:rsidRDefault="000666C7" w:rsidP="00351D3D">
      <w:pPr>
        <w:rPr>
          <w:sz w:val="24"/>
          <w:szCs w:val="24"/>
        </w:rPr>
      </w:pPr>
    </w:p>
    <w:p w14:paraId="71928E13" w14:textId="77777777" w:rsidR="0031343D" w:rsidRDefault="0031343D" w:rsidP="00351D3D">
      <w:pPr>
        <w:rPr>
          <w:sz w:val="24"/>
          <w:szCs w:val="24"/>
        </w:rPr>
      </w:pPr>
      <w:r w:rsidRPr="0031343D">
        <w:rPr>
          <w:rFonts w:hint="eastAsia"/>
          <w:w w:val="88"/>
          <w:kern w:val="0"/>
          <w:sz w:val="24"/>
          <w:szCs w:val="24"/>
          <w:fitText w:val="1060" w:id="459028736"/>
        </w:rPr>
        <w:t>立会人住</w:t>
      </w:r>
      <w:r w:rsidRPr="0031343D">
        <w:rPr>
          <w:rFonts w:hint="eastAsia"/>
          <w:spacing w:val="5"/>
          <w:w w:val="88"/>
          <w:kern w:val="0"/>
          <w:sz w:val="24"/>
          <w:szCs w:val="24"/>
          <w:fitText w:val="1060" w:id="459028736"/>
        </w:rPr>
        <w:t>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（〒　　－　　　）　○○市○○町□丁目◇－×</w:t>
      </w:r>
    </w:p>
    <w:p w14:paraId="1E616990" w14:textId="77777777" w:rsidR="0031343D" w:rsidRDefault="0031343D" w:rsidP="00351D3D">
      <w:pPr>
        <w:rPr>
          <w:sz w:val="24"/>
          <w:szCs w:val="24"/>
        </w:rPr>
      </w:pPr>
    </w:p>
    <w:p w14:paraId="1A1B7A21" w14:textId="77777777" w:rsidR="0031343D" w:rsidRDefault="0031343D" w:rsidP="00351D3D">
      <w:pPr>
        <w:rPr>
          <w:sz w:val="24"/>
          <w:szCs w:val="24"/>
        </w:rPr>
      </w:pPr>
      <w:r w:rsidRPr="0031343D">
        <w:rPr>
          <w:rFonts w:hint="eastAsia"/>
          <w:w w:val="73"/>
          <w:kern w:val="0"/>
          <w:sz w:val="24"/>
          <w:szCs w:val="24"/>
          <w:fitText w:val="1060" w:id="459028737"/>
        </w:rPr>
        <w:t>立会人連絡</w:t>
      </w:r>
      <w:r w:rsidRPr="0031343D">
        <w:rPr>
          <w:rFonts w:hint="eastAsia"/>
          <w:spacing w:val="6"/>
          <w:w w:val="73"/>
          <w:kern w:val="0"/>
          <w:sz w:val="24"/>
          <w:szCs w:val="24"/>
          <w:fitText w:val="1060" w:id="459028737"/>
        </w:rPr>
        <w:t>先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○○○－○○○－○○○○</w:t>
      </w:r>
    </w:p>
    <w:p w14:paraId="2B28FC09" w14:textId="77777777" w:rsidR="0031343D" w:rsidRDefault="0031343D" w:rsidP="00351D3D">
      <w:pPr>
        <w:rPr>
          <w:sz w:val="24"/>
          <w:szCs w:val="24"/>
        </w:rPr>
      </w:pPr>
    </w:p>
    <w:p w14:paraId="5E59BA03" w14:textId="77777777" w:rsidR="00B61182" w:rsidRDefault="0031343D" w:rsidP="002A61E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従事日</w:t>
      </w:r>
      <w:r w:rsidR="00B61182">
        <w:rPr>
          <w:rFonts w:hint="eastAsia"/>
          <w:sz w:val="24"/>
          <w:szCs w:val="24"/>
        </w:rPr>
        <w:t>時</w:t>
      </w:r>
      <w:r w:rsidR="002A61EB">
        <w:rPr>
          <w:rFonts w:hint="eastAsia"/>
          <w:sz w:val="24"/>
          <w:szCs w:val="24"/>
        </w:rPr>
        <w:t xml:space="preserve"> </w:t>
      </w:r>
      <w:r w:rsidR="00B61182">
        <w:rPr>
          <w:rFonts w:hint="eastAsia"/>
          <w:sz w:val="24"/>
          <w:szCs w:val="24"/>
        </w:rPr>
        <w:t>：</w:t>
      </w:r>
      <w:r w:rsidR="002A61EB">
        <w:rPr>
          <w:rFonts w:hint="eastAsia"/>
          <w:sz w:val="24"/>
          <w:szCs w:val="24"/>
        </w:rPr>
        <w:t xml:space="preserve"> </w:t>
      </w:r>
      <w:r w:rsidR="009C60FE">
        <w:rPr>
          <w:rFonts w:hint="eastAsia"/>
          <w:sz w:val="24"/>
          <w:szCs w:val="24"/>
        </w:rPr>
        <w:t>令和</w:t>
      </w:r>
      <w:r w:rsidR="005D2277">
        <w:rPr>
          <w:rFonts w:hint="eastAsia"/>
          <w:sz w:val="24"/>
          <w:szCs w:val="24"/>
        </w:rPr>
        <w:t xml:space="preserve">　　年　　月　　日（　）○○：○○～</w:t>
      </w:r>
      <w:r w:rsidR="002A61EB">
        <w:rPr>
          <w:rFonts w:hint="eastAsia"/>
          <w:sz w:val="24"/>
          <w:szCs w:val="24"/>
        </w:rPr>
        <w:t>○○：○○</w:t>
      </w:r>
      <w:r w:rsidR="005D2277">
        <w:rPr>
          <w:rFonts w:hint="eastAsia"/>
          <w:sz w:val="24"/>
          <w:szCs w:val="24"/>
        </w:rPr>
        <w:t>（予定）</w:t>
      </w:r>
    </w:p>
    <w:p w14:paraId="3341EFA4" w14:textId="77777777" w:rsidR="00B61182" w:rsidRDefault="00B61182" w:rsidP="00351D3D">
      <w:pPr>
        <w:rPr>
          <w:sz w:val="24"/>
          <w:szCs w:val="24"/>
        </w:rPr>
      </w:pPr>
    </w:p>
    <w:p w14:paraId="0393254C" w14:textId="77777777" w:rsidR="000666C7" w:rsidRDefault="0031343D" w:rsidP="00351D3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貴施設からの報酬等の支払いの要否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必要　・　不要</w:t>
      </w:r>
    </w:p>
    <w:p w14:paraId="3F0A895C" w14:textId="77777777" w:rsidR="0031343D" w:rsidRPr="0031343D" w:rsidRDefault="0031343D" w:rsidP="00351D3D">
      <w:pPr>
        <w:rPr>
          <w:sz w:val="24"/>
          <w:szCs w:val="24"/>
        </w:rPr>
      </w:pPr>
    </w:p>
    <w:p w14:paraId="12446378" w14:textId="77777777" w:rsidR="00B61182" w:rsidRPr="0031343D" w:rsidRDefault="000666C7" w:rsidP="00C42899">
      <w:pPr>
        <w:rPr>
          <w:sz w:val="21"/>
          <w:szCs w:val="21"/>
        </w:rPr>
      </w:pPr>
      <w:r w:rsidRPr="0031343D">
        <w:rPr>
          <w:rFonts w:hint="eastAsia"/>
          <w:sz w:val="21"/>
          <w:szCs w:val="21"/>
        </w:rPr>
        <w:t>（備考）</w:t>
      </w:r>
    </w:p>
    <w:p w14:paraId="64A8AC49" w14:textId="77777777" w:rsidR="0031343D" w:rsidRDefault="0031343D" w:rsidP="00882578">
      <w:pPr>
        <w:ind w:left="470" w:hangingChars="200" w:hanging="470"/>
        <w:rPr>
          <w:sz w:val="21"/>
          <w:szCs w:val="21"/>
        </w:rPr>
      </w:pPr>
      <w:r w:rsidRPr="0031343D">
        <w:rPr>
          <w:rFonts w:hint="eastAsia"/>
          <w:sz w:val="21"/>
          <w:szCs w:val="21"/>
        </w:rPr>
        <w:t xml:space="preserve">　・　</w:t>
      </w:r>
      <w:r>
        <w:rPr>
          <w:rFonts w:hint="eastAsia"/>
          <w:sz w:val="21"/>
          <w:szCs w:val="21"/>
        </w:rPr>
        <w:t>外部立会人に報</w:t>
      </w:r>
      <w:r w:rsidR="00882578">
        <w:rPr>
          <w:rFonts w:hint="eastAsia"/>
          <w:sz w:val="21"/>
          <w:szCs w:val="21"/>
        </w:rPr>
        <w:t>酬等の支払いをする際</w:t>
      </w:r>
      <w:r w:rsidR="005D2277">
        <w:rPr>
          <w:rFonts w:hint="eastAsia"/>
          <w:sz w:val="21"/>
          <w:szCs w:val="21"/>
        </w:rPr>
        <w:t>、</w:t>
      </w:r>
      <w:r w:rsidR="00882578">
        <w:rPr>
          <w:rFonts w:hint="eastAsia"/>
          <w:sz w:val="21"/>
          <w:szCs w:val="21"/>
        </w:rPr>
        <w:t>上記の従事日時（予定）と実績が異なる場合は、</w:t>
      </w:r>
      <w:r w:rsidR="005D2277" w:rsidRPr="00882578">
        <w:rPr>
          <w:rFonts w:hint="eastAsia"/>
          <w:sz w:val="21"/>
          <w:szCs w:val="21"/>
          <w:u w:val="single"/>
        </w:rPr>
        <w:t>実際に従事した時間に応じた金額（</w:t>
      </w:r>
      <w:r w:rsidR="00AA73B1">
        <w:rPr>
          <w:rFonts w:hint="eastAsia"/>
          <w:sz w:val="21"/>
          <w:szCs w:val="21"/>
          <w:u w:val="single"/>
        </w:rPr>
        <w:t>裏面の</w:t>
      </w:r>
      <w:r w:rsidR="005D2277" w:rsidRPr="00882578">
        <w:rPr>
          <w:rFonts w:hint="eastAsia"/>
          <w:sz w:val="21"/>
          <w:szCs w:val="21"/>
          <w:u w:val="single"/>
        </w:rPr>
        <w:t>別表</w:t>
      </w:r>
      <w:r w:rsidRPr="00882578">
        <w:rPr>
          <w:rFonts w:hint="eastAsia"/>
          <w:sz w:val="21"/>
          <w:szCs w:val="21"/>
          <w:u w:val="single"/>
        </w:rPr>
        <w:t>参照）</w:t>
      </w:r>
      <w:r>
        <w:rPr>
          <w:rFonts w:hint="eastAsia"/>
          <w:sz w:val="21"/>
          <w:szCs w:val="21"/>
        </w:rPr>
        <w:t>を外部立会人に対してお支払いください。</w:t>
      </w:r>
    </w:p>
    <w:p w14:paraId="35E6677A" w14:textId="77777777" w:rsidR="002A61EB" w:rsidRPr="0031343D" w:rsidRDefault="0031343D" w:rsidP="0031343D">
      <w:pPr>
        <w:ind w:leftChars="86" w:left="471" w:hangingChars="100" w:hanging="235"/>
        <w:rPr>
          <w:sz w:val="21"/>
          <w:szCs w:val="21"/>
        </w:rPr>
      </w:pPr>
      <w:r w:rsidRPr="0031343D">
        <w:rPr>
          <w:rFonts w:hint="eastAsia"/>
          <w:sz w:val="21"/>
          <w:szCs w:val="21"/>
        </w:rPr>
        <w:t>・　外部立会人に対して</w:t>
      </w:r>
      <w:r w:rsidR="000666C7" w:rsidRPr="0031343D">
        <w:rPr>
          <w:rFonts w:hint="eastAsia"/>
          <w:sz w:val="21"/>
          <w:szCs w:val="21"/>
        </w:rPr>
        <w:t>報酬等の額を支払った際、領収書【様式第６号】を徴してください。</w:t>
      </w:r>
      <w:r w:rsidR="00C42899" w:rsidRPr="0031343D">
        <w:rPr>
          <w:rFonts w:hint="eastAsia"/>
          <w:sz w:val="21"/>
          <w:szCs w:val="21"/>
          <w:u w:val="single"/>
        </w:rPr>
        <w:t>当該領収書の写し</w:t>
      </w:r>
      <w:r w:rsidR="00C42899" w:rsidRPr="0031343D">
        <w:rPr>
          <w:rFonts w:hint="eastAsia"/>
          <w:sz w:val="21"/>
          <w:szCs w:val="21"/>
        </w:rPr>
        <w:t>は、経費請求にあたり添付資料として必要となります。</w:t>
      </w:r>
    </w:p>
    <w:p w14:paraId="631C8FEE" w14:textId="77777777" w:rsidR="005D2277" w:rsidRDefault="00D70511" w:rsidP="0031343D">
      <w:pPr>
        <w:ind w:left="470" w:hangingChars="200" w:hanging="470"/>
        <w:rPr>
          <w:sz w:val="21"/>
          <w:szCs w:val="21"/>
        </w:rPr>
      </w:pPr>
      <w:r w:rsidRPr="0031343D">
        <w:rPr>
          <w:rFonts w:hint="eastAsia"/>
          <w:sz w:val="21"/>
          <w:szCs w:val="21"/>
        </w:rPr>
        <w:t xml:space="preserve">　・　また、市町村選挙管理委員会より発出された</w:t>
      </w:r>
      <w:r w:rsidRPr="0031343D">
        <w:rPr>
          <w:rFonts w:hint="eastAsia"/>
          <w:sz w:val="21"/>
          <w:szCs w:val="21"/>
          <w:u w:val="single"/>
        </w:rPr>
        <w:t>本通知の写し</w:t>
      </w:r>
      <w:r w:rsidRPr="0031343D">
        <w:rPr>
          <w:rFonts w:hint="eastAsia"/>
          <w:sz w:val="21"/>
          <w:szCs w:val="21"/>
        </w:rPr>
        <w:t>は、経費</w:t>
      </w:r>
      <w:r w:rsidR="00C832E3" w:rsidRPr="0031343D">
        <w:rPr>
          <w:rFonts w:hint="eastAsia"/>
          <w:sz w:val="21"/>
          <w:szCs w:val="21"/>
        </w:rPr>
        <w:t>請求</w:t>
      </w:r>
      <w:r w:rsidRPr="0031343D">
        <w:rPr>
          <w:rFonts w:hint="eastAsia"/>
          <w:sz w:val="21"/>
          <w:szCs w:val="21"/>
        </w:rPr>
        <w:t>にあたり添付資料として必要となります。</w:t>
      </w:r>
    </w:p>
    <w:p w14:paraId="59CA8AC8" w14:textId="77777777" w:rsidR="005D2277" w:rsidRDefault="005D2277" w:rsidP="005D2277">
      <w:pPr>
        <w:rPr>
          <w:sz w:val="24"/>
        </w:rPr>
      </w:pPr>
      <w:r>
        <w:rPr>
          <w:rFonts w:hint="eastAsia"/>
          <w:sz w:val="24"/>
        </w:rPr>
        <w:lastRenderedPageBreak/>
        <w:t>別表</w:t>
      </w:r>
    </w:p>
    <w:p w14:paraId="4A3AF505" w14:textId="77777777" w:rsidR="005D2277" w:rsidRDefault="005D2277" w:rsidP="005D2277">
      <w:pPr>
        <w:jc w:val="center"/>
        <w:rPr>
          <w:sz w:val="24"/>
        </w:rPr>
      </w:pPr>
    </w:p>
    <w:p w14:paraId="52D69CE7" w14:textId="77777777" w:rsidR="005D2277" w:rsidRPr="004546E2" w:rsidRDefault="005D2277" w:rsidP="005D2277">
      <w:pPr>
        <w:jc w:val="center"/>
        <w:rPr>
          <w:b/>
          <w:sz w:val="24"/>
        </w:rPr>
      </w:pPr>
      <w:r w:rsidRPr="004546E2">
        <w:rPr>
          <w:rFonts w:hint="eastAsia"/>
          <w:b/>
          <w:sz w:val="24"/>
        </w:rPr>
        <w:t>外部立会人に係る経費について</w:t>
      </w:r>
    </w:p>
    <w:p w14:paraId="0E4E2CD4" w14:textId="77777777" w:rsidR="005D2277" w:rsidRDefault="005D2277" w:rsidP="005D2277">
      <w:pPr>
        <w:rPr>
          <w:sz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2780"/>
      </w:tblGrid>
      <w:tr w:rsidR="005D2277" w:rsidRPr="006D4983" w14:paraId="499B66EC" w14:textId="77777777" w:rsidTr="00725FC9">
        <w:trPr>
          <w:trHeight w:val="551"/>
        </w:trPr>
        <w:tc>
          <w:tcPr>
            <w:tcW w:w="5529" w:type="dxa"/>
            <w:vAlign w:val="center"/>
          </w:tcPr>
          <w:p w14:paraId="681A6B7F" w14:textId="77777777" w:rsidR="005D2277" w:rsidRPr="006D4983" w:rsidRDefault="005D2277" w:rsidP="006D4983">
            <w:pPr>
              <w:jc w:val="center"/>
              <w:rPr>
                <w:sz w:val="24"/>
              </w:rPr>
            </w:pPr>
            <w:r w:rsidRPr="006D4983">
              <w:rPr>
                <w:rFonts w:hint="eastAsia"/>
                <w:sz w:val="24"/>
              </w:rPr>
              <w:t>立会いに従事した時間</w:t>
            </w:r>
          </w:p>
        </w:tc>
        <w:tc>
          <w:tcPr>
            <w:tcW w:w="2780" w:type="dxa"/>
            <w:vAlign w:val="center"/>
          </w:tcPr>
          <w:p w14:paraId="589AE6F7" w14:textId="77777777" w:rsidR="005D2277" w:rsidRPr="006D4983" w:rsidRDefault="005D2277" w:rsidP="006D4983">
            <w:pPr>
              <w:jc w:val="center"/>
              <w:rPr>
                <w:sz w:val="24"/>
              </w:rPr>
            </w:pPr>
            <w:r w:rsidRPr="006D4983">
              <w:rPr>
                <w:rFonts w:hint="eastAsia"/>
                <w:sz w:val="24"/>
              </w:rPr>
              <w:t>謝金等の額（上限）</w:t>
            </w:r>
          </w:p>
        </w:tc>
      </w:tr>
      <w:tr w:rsidR="005D2277" w:rsidRPr="006D4983" w14:paraId="671AF8E1" w14:textId="77777777" w:rsidTr="00725FC9">
        <w:trPr>
          <w:trHeight w:val="551"/>
        </w:trPr>
        <w:tc>
          <w:tcPr>
            <w:tcW w:w="5529" w:type="dxa"/>
            <w:vAlign w:val="center"/>
          </w:tcPr>
          <w:p w14:paraId="69C859BA" w14:textId="77777777" w:rsidR="005D2277" w:rsidRPr="006D4983" w:rsidRDefault="005D2277" w:rsidP="00624A4E">
            <w:pPr>
              <w:rPr>
                <w:sz w:val="24"/>
              </w:rPr>
            </w:pPr>
            <w:r w:rsidRPr="006D4983">
              <w:rPr>
                <w:rFonts w:hint="eastAsia"/>
                <w:sz w:val="24"/>
              </w:rPr>
              <w:t>１時間</w:t>
            </w:r>
            <w:r w:rsidRPr="006D4983">
              <w:rPr>
                <w:rFonts w:hint="eastAsia"/>
                <w:sz w:val="24"/>
              </w:rPr>
              <w:t xml:space="preserve"> </w:t>
            </w:r>
            <w:r w:rsidRPr="006D4983">
              <w:rPr>
                <w:rFonts w:hint="eastAsia"/>
                <w:sz w:val="24"/>
              </w:rPr>
              <w:t>（１時間以下）</w:t>
            </w:r>
          </w:p>
        </w:tc>
        <w:tc>
          <w:tcPr>
            <w:tcW w:w="2780" w:type="dxa"/>
            <w:vAlign w:val="center"/>
          </w:tcPr>
          <w:p w14:paraId="46272749" w14:textId="4118B2DB" w:rsidR="005D2277" w:rsidRPr="006D4983" w:rsidRDefault="001A7B1B" w:rsidP="006D4983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１，</w:t>
            </w:r>
            <w:r w:rsidR="00270969">
              <w:rPr>
                <w:rFonts w:hint="eastAsia"/>
                <w:sz w:val="24"/>
              </w:rPr>
              <w:t>４５９</w:t>
            </w:r>
            <w:r w:rsidR="005D2277" w:rsidRPr="006D4983">
              <w:rPr>
                <w:rFonts w:hint="eastAsia"/>
                <w:sz w:val="24"/>
              </w:rPr>
              <w:t>円</w:t>
            </w:r>
          </w:p>
        </w:tc>
      </w:tr>
      <w:tr w:rsidR="005D2277" w:rsidRPr="006D4983" w14:paraId="0F3A9FEE" w14:textId="77777777" w:rsidTr="00725FC9">
        <w:trPr>
          <w:trHeight w:val="551"/>
        </w:trPr>
        <w:tc>
          <w:tcPr>
            <w:tcW w:w="5529" w:type="dxa"/>
            <w:vAlign w:val="center"/>
          </w:tcPr>
          <w:p w14:paraId="10CAB605" w14:textId="77777777" w:rsidR="005D2277" w:rsidRPr="006D4983" w:rsidRDefault="005D2277" w:rsidP="00624A4E">
            <w:pPr>
              <w:rPr>
                <w:sz w:val="24"/>
              </w:rPr>
            </w:pPr>
            <w:r w:rsidRPr="006D4983">
              <w:rPr>
                <w:rFonts w:hint="eastAsia"/>
                <w:sz w:val="24"/>
              </w:rPr>
              <w:t>２時間</w:t>
            </w:r>
            <w:r w:rsidRPr="006D4983">
              <w:rPr>
                <w:rFonts w:hint="eastAsia"/>
                <w:sz w:val="24"/>
              </w:rPr>
              <w:t xml:space="preserve"> </w:t>
            </w:r>
            <w:r w:rsidRPr="006D4983">
              <w:rPr>
                <w:rFonts w:hint="eastAsia"/>
                <w:sz w:val="24"/>
              </w:rPr>
              <w:t>（１時間を超え、２時間以下）</w:t>
            </w:r>
          </w:p>
        </w:tc>
        <w:tc>
          <w:tcPr>
            <w:tcW w:w="2780" w:type="dxa"/>
            <w:vAlign w:val="center"/>
          </w:tcPr>
          <w:p w14:paraId="4BB58EF8" w14:textId="17C683CB" w:rsidR="005D2277" w:rsidRPr="006D4983" w:rsidRDefault="001A7B1B" w:rsidP="006D4983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２，</w:t>
            </w:r>
            <w:r w:rsidR="00270969">
              <w:rPr>
                <w:rFonts w:hint="eastAsia"/>
                <w:sz w:val="24"/>
              </w:rPr>
              <w:t>９１８</w:t>
            </w:r>
            <w:r w:rsidR="005D2277" w:rsidRPr="006D4983">
              <w:rPr>
                <w:rFonts w:hint="eastAsia"/>
                <w:sz w:val="24"/>
              </w:rPr>
              <w:t>円</w:t>
            </w:r>
          </w:p>
        </w:tc>
      </w:tr>
      <w:tr w:rsidR="005D2277" w:rsidRPr="006D4983" w14:paraId="066B057E" w14:textId="77777777" w:rsidTr="00725FC9">
        <w:trPr>
          <w:trHeight w:val="551"/>
        </w:trPr>
        <w:tc>
          <w:tcPr>
            <w:tcW w:w="5529" w:type="dxa"/>
            <w:vAlign w:val="center"/>
          </w:tcPr>
          <w:p w14:paraId="57162D26" w14:textId="77777777" w:rsidR="005D2277" w:rsidRDefault="005D2277" w:rsidP="00624A4E">
            <w:r w:rsidRPr="006D4983">
              <w:rPr>
                <w:rFonts w:hint="eastAsia"/>
                <w:sz w:val="24"/>
              </w:rPr>
              <w:t>３時間</w:t>
            </w:r>
            <w:r w:rsidRPr="006D4983">
              <w:rPr>
                <w:rFonts w:hint="eastAsia"/>
                <w:sz w:val="24"/>
              </w:rPr>
              <w:t xml:space="preserve"> </w:t>
            </w:r>
            <w:r w:rsidRPr="006D4983">
              <w:rPr>
                <w:rFonts w:hint="eastAsia"/>
                <w:sz w:val="24"/>
              </w:rPr>
              <w:t>（２時間を超え、３時間以下）</w:t>
            </w:r>
          </w:p>
        </w:tc>
        <w:tc>
          <w:tcPr>
            <w:tcW w:w="2780" w:type="dxa"/>
            <w:vAlign w:val="center"/>
          </w:tcPr>
          <w:p w14:paraId="08CEF3C8" w14:textId="0738022E" w:rsidR="005D2277" w:rsidRPr="006D4983" w:rsidRDefault="00270969" w:rsidP="006D4983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４</w:t>
            </w:r>
            <w:r w:rsidR="001A7B1B"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>３７６</w:t>
            </w:r>
            <w:r w:rsidR="005D2277" w:rsidRPr="006D4983">
              <w:rPr>
                <w:rFonts w:hint="eastAsia"/>
                <w:sz w:val="24"/>
              </w:rPr>
              <w:t>円</w:t>
            </w:r>
          </w:p>
        </w:tc>
      </w:tr>
      <w:tr w:rsidR="005D2277" w:rsidRPr="006D4983" w14:paraId="29454CF2" w14:textId="77777777" w:rsidTr="00725FC9">
        <w:trPr>
          <w:trHeight w:val="551"/>
        </w:trPr>
        <w:tc>
          <w:tcPr>
            <w:tcW w:w="5529" w:type="dxa"/>
            <w:vAlign w:val="center"/>
          </w:tcPr>
          <w:p w14:paraId="52BE7156" w14:textId="77777777" w:rsidR="005D2277" w:rsidRDefault="005D2277" w:rsidP="00624A4E">
            <w:r w:rsidRPr="006D4983">
              <w:rPr>
                <w:rFonts w:hint="eastAsia"/>
                <w:sz w:val="24"/>
              </w:rPr>
              <w:t>４時間</w:t>
            </w:r>
            <w:r w:rsidRPr="006D4983">
              <w:rPr>
                <w:rFonts w:hint="eastAsia"/>
                <w:sz w:val="24"/>
              </w:rPr>
              <w:t xml:space="preserve"> </w:t>
            </w:r>
            <w:r w:rsidRPr="006D4983">
              <w:rPr>
                <w:rFonts w:hint="eastAsia"/>
                <w:sz w:val="24"/>
              </w:rPr>
              <w:t>（３時間を超え、４時間以下）</w:t>
            </w:r>
          </w:p>
        </w:tc>
        <w:tc>
          <w:tcPr>
            <w:tcW w:w="2780" w:type="dxa"/>
            <w:vAlign w:val="center"/>
          </w:tcPr>
          <w:p w14:paraId="6F0EE3C7" w14:textId="0222ABAF" w:rsidR="005D2277" w:rsidRPr="006D4983" w:rsidRDefault="00270969" w:rsidP="006D4983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５</w:t>
            </w:r>
            <w:r w:rsidR="001A7B1B"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>８３５</w:t>
            </w:r>
            <w:r w:rsidR="005D2277" w:rsidRPr="006D4983">
              <w:rPr>
                <w:rFonts w:hint="eastAsia"/>
                <w:sz w:val="24"/>
              </w:rPr>
              <w:t>円</w:t>
            </w:r>
          </w:p>
        </w:tc>
      </w:tr>
      <w:tr w:rsidR="005D2277" w:rsidRPr="006D4983" w14:paraId="539CB64C" w14:textId="77777777" w:rsidTr="00725FC9">
        <w:trPr>
          <w:trHeight w:val="551"/>
        </w:trPr>
        <w:tc>
          <w:tcPr>
            <w:tcW w:w="5529" w:type="dxa"/>
            <w:vAlign w:val="center"/>
          </w:tcPr>
          <w:p w14:paraId="62A598EF" w14:textId="77777777" w:rsidR="005D2277" w:rsidRDefault="005D2277" w:rsidP="00624A4E">
            <w:r w:rsidRPr="006D4983">
              <w:rPr>
                <w:rFonts w:hint="eastAsia"/>
                <w:sz w:val="24"/>
              </w:rPr>
              <w:t>５時間</w:t>
            </w:r>
            <w:r w:rsidRPr="006D4983">
              <w:rPr>
                <w:rFonts w:hint="eastAsia"/>
                <w:sz w:val="24"/>
              </w:rPr>
              <w:t xml:space="preserve"> </w:t>
            </w:r>
            <w:r w:rsidRPr="006D4983">
              <w:rPr>
                <w:rFonts w:hint="eastAsia"/>
                <w:sz w:val="24"/>
              </w:rPr>
              <w:t>（４時間を超え、５時間以下）</w:t>
            </w:r>
          </w:p>
        </w:tc>
        <w:tc>
          <w:tcPr>
            <w:tcW w:w="2780" w:type="dxa"/>
            <w:vAlign w:val="center"/>
          </w:tcPr>
          <w:p w14:paraId="05E8EB6F" w14:textId="3DAEF363" w:rsidR="005D2277" w:rsidRPr="006D4983" w:rsidRDefault="00270969" w:rsidP="006D4983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７</w:t>
            </w:r>
            <w:r w:rsidR="001A7B1B"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>２９４</w:t>
            </w:r>
            <w:r w:rsidR="005D2277" w:rsidRPr="006D4983">
              <w:rPr>
                <w:rFonts w:hint="eastAsia"/>
                <w:sz w:val="24"/>
              </w:rPr>
              <w:t>円</w:t>
            </w:r>
          </w:p>
        </w:tc>
      </w:tr>
      <w:tr w:rsidR="005D2277" w:rsidRPr="006D4983" w14:paraId="486A2FA9" w14:textId="77777777" w:rsidTr="00725FC9">
        <w:trPr>
          <w:trHeight w:val="551"/>
        </w:trPr>
        <w:tc>
          <w:tcPr>
            <w:tcW w:w="5529" w:type="dxa"/>
            <w:vAlign w:val="center"/>
          </w:tcPr>
          <w:p w14:paraId="3E0A6B8F" w14:textId="77777777" w:rsidR="005D2277" w:rsidRDefault="005D2277" w:rsidP="00624A4E">
            <w:r w:rsidRPr="006D4983">
              <w:rPr>
                <w:rFonts w:hint="eastAsia"/>
                <w:sz w:val="24"/>
              </w:rPr>
              <w:t>６時間</w:t>
            </w:r>
            <w:r w:rsidRPr="006D4983">
              <w:rPr>
                <w:rFonts w:hint="eastAsia"/>
                <w:sz w:val="24"/>
              </w:rPr>
              <w:t xml:space="preserve"> </w:t>
            </w:r>
            <w:r w:rsidRPr="006D4983">
              <w:rPr>
                <w:rFonts w:hint="eastAsia"/>
                <w:sz w:val="24"/>
              </w:rPr>
              <w:t>（５時間を超え、６時間以下）</w:t>
            </w:r>
          </w:p>
        </w:tc>
        <w:tc>
          <w:tcPr>
            <w:tcW w:w="2780" w:type="dxa"/>
            <w:vAlign w:val="center"/>
          </w:tcPr>
          <w:p w14:paraId="30CD20A5" w14:textId="7DFA9313" w:rsidR="005D2277" w:rsidRPr="006D4983" w:rsidRDefault="00270969" w:rsidP="006D4983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８</w:t>
            </w:r>
            <w:r w:rsidR="001A7B1B"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>７５３</w:t>
            </w:r>
            <w:r w:rsidR="005D2277" w:rsidRPr="006D4983">
              <w:rPr>
                <w:rFonts w:hint="eastAsia"/>
                <w:sz w:val="24"/>
              </w:rPr>
              <w:t>円</w:t>
            </w:r>
          </w:p>
        </w:tc>
      </w:tr>
      <w:tr w:rsidR="005D2277" w:rsidRPr="006D4983" w14:paraId="1127435C" w14:textId="77777777" w:rsidTr="00725FC9">
        <w:trPr>
          <w:trHeight w:val="551"/>
        </w:trPr>
        <w:tc>
          <w:tcPr>
            <w:tcW w:w="5529" w:type="dxa"/>
            <w:vAlign w:val="center"/>
          </w:tcPr>
          <w:p w14:paraId="2CB33871" w14:textId="77777777" w:rsidR="005D2277" w:rsidRDefault="005D2277" w:rsidP="00624A4E">
            <w:r w:rsidRPr="006D4983">
              <w:rPr>
                <w:rFonts w:hint="eastAsia"/>
                <w:sz w:val="24"/>
              </w:rPr>
              <w:t>７時間</w:t>
            </w:r>
            <w:r w:rsidRPr="006D4983">
              <w:rPr>
                <w:rFonts w:hint="eastAsia"/>
                <w:sz w:val="24"/>
              </w:rPr>
              <w:t xml:space="preserve"> </w:t>
            </w:r>
            <w:r w:rsidRPr="006D4983">
              <w:rPr>
                <w:rFonts w:hint="eastAsia"/>
                <w:sz w:val="24"/>
              </w:rPr>
              <w:t>（６時間を超え、７時間以下）</w:t>
            </w:r>
          </w:p>
        </w:tc>
        <w:tc>
          <w:tcPr>
            <w:tcW w:w="2780" w:type="dxa"/>
            <w:vAlign w:val="center"/>
          </w:tcPr>
          <w:p w14:paraId="72891CEA" w14:textId="15611307" w:rsidR="005D2277" w:rsidRPr="006D4983" w:rsidRDefault="00270969" w:rsidP="006D4983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１０</w:t>
            </w:r>
            <w:r w:rsidR="001A7B1B"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>２１２</w:t>
            </w:r>
            <w:r w:rsidR="005D2277" w:rsidRPr="006D4983">
              <w:rPr>
                <w:rFonts w:hint="eastAsia"/>
                <w:sz w:val="24"/>
              </w:rPr>
              <w:t>円</w:t>
            </w:r>
          </w:p>
        </w:tc>
      </w:tr>
      <w:tr w:rsidR="005D2277" w:rsidRPr="006D4983" w14:paraId="4BFDB82C" w14:textId="77777777" w:rsidTr="00725FC9">
        <w:trPr>
          <w:trHeight w:val="551"/>
        </w:trPr>
        <w:tc>
          <w:tcPr>
            <w:tcW w:w="5529" w:type="dxa"/>
            <w:vAlign w:val="center"/>
          </w:tcPr>
          <w:p w14:paraId="2A4FC7C3" w14:textId="77777777" w:rsidR="005D2277" w:rsidRPr="006D4983" w:rsidRDefault="005D2277" w:rsidP="00624A4E">
            <w:pPr>
              <w:rPr>
                <w:sz w:val="24"/>
              </w:rPr>
            </w:pPr>
            <w:r w:rsidRPr="006D4983">
              <w:rPr>
                <w:rFonts w:hint="eastAsia"/>
                <w:sz w:val="24"/>
              </w:rPr>
              <w:t>７時間を超える場合</w:t>
            </w:r>
          </w:p>
        </w:tc>
        <w:tc>
          <w:tcPr>
            <w:tcW w:w="2780" w:type="dxa"/>
            <w:vAlign w:val="center"/>
          </w:tcPr>
          <w:p w14:paraId="51AF452D" w14:textId="70DD2006" w:rsidR="005D2277" w:rsidRPr="006D4983" w:rsidRDefault="00270969" w:rsidP="006D4983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１２</w:t>
            </w:r>
            <w:r w:rsidR="001A7B1B"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>４</w:t>
            </w:r>
            <w:r w:rsidR="001A7B1B">
              <w:rPr>
                <w:rFonts w:hint="eastAsia"/>
                <w:sz w:val="24"/>
              </w:rPr>
              <w:t>００</w:t>
            </w:r>
            <w:r w:rsidR="005D2277" w:rsidRPr="006D4983">
              <w:rPr>
                <w:rFonts w:hint="eastAsia"/>
                <w:sz w:val="24"/>
              </w:rPr>
              <w:t>円</w:t>
            </w:r>
          </w:p>
        </w:tc>
      </w:tr>
    </w:tbl>
    <w:p w14:paraId="5F8F4E3E" w14:textId="77777777" w:rsidR="005D2277" w:rsidRDefault="005D2277" w:rsidP="005D2277">
      <w:pPr>
        <w:rPr>
          <w:sz w:val="24"/>
        </w:rPr>
      </w:pPr>
    </w:p>
    <w:p w14:paraId="17B98DB2" w14:textId="77777777" w:rsidR="005D2277" w:rsidRPr="00F44601" w:rsidRDefault="005D2277" w:rsidP="005D2277">
      <w:pPr>
        <w:rPr>
          <w:sz w:val="24"/>
        </w:rPr>
      </w:pPr>
      <w:r>
        <w:rPr>
          <w:rFonts w:hint="eastAsia"/>
          <w:sz w:val="24"/>
        </w:rPr>
        <w:t xml:space="preserve">　　※</w:t>
      </w:r>
      <w:r>
        <w:rPr>
          <w:rFonts w:hint="eastAsia"/>
          <w:sz w:val="24"/>
        </w:rPr>
        <w:t xml:space="preserve"> </w:t>
      </w:r>
      <w:r w:rsidRPr="00E674BF">
        <w:rPr>
          <w:rFonts w:hint="eastAsia"/>
          <w:sz w:val="24"/>
        </w:rPr>
        <w:t>従事時間に１時間未満の端数があるときは、１時間に切り上げる</w:t>
      </w:r>
      <w:r>
        <w:rPr>
          <w:rFonts w:hint="eastAsia"/>
          <w:sz w:val="24"/>
        </w:rPr>
        <w:t>。</w:t>
      </w:r>
    </w:p>
    <w:p w14:paraId="447DB217" w14:textId="77777777" w:rsidR="002A61EB" w:rsidRPr="0031343D" w:rsidRDefault="005D2277" w:rsidP="005D2277">
      <w:pPr>
        <w:rPr>
          <w:sz w:val="21"/>
          <w:szCs w:val="21"/>
        </w:rPr>
      </w:pPr>
      <w:r>
        <w:rPr>
          <w:rFonts w:hint="eastAsia"/>
          <w:sz w:val="24"/>
        </w:rPr>
        <w:t xml:space="preserve">　　※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食事等の休憩時間は従事した時間には含まない。</w:t>
      </w:r>
    </w:p>
    <w:sectPr w:rsidR="002A61EB" w:rsidRPr="0031343D" w:rsidSect="005D2277">
      <w:footerReference w:type="default" r:id="rId6"/>
      <w:pgSz w:w="11906" w:h="16838" w:code="9"/>
      <w:pgMar w:top="1418" w:right="1418" w:bottom="680" w:left="1418" w:header="737" w:footer="567" w:gutter="0"/>
      <w:cols w:space="720"/>
      <w:noEndnote/>
      <w:docGrid w:type="linesAndChars" w:linePitch="424" w:charSpace="50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63032" w14:textId="77777777" w:rsidR="00326A6C" w:rsidRDefault="00326A6C">
      <w:r>
        <w:separator/>
      </w:r>
    </w:p>
  </w:endnote>
  <w:endnote w:type="continuationSeparator" w:id="0">
    <w:p w14:paraId="44995EBE" w14:textId="77777777" w:rsidR="00326A6C" w:rsidRDefault="00326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F0DA5" w14:textId="77777777" w:rsidR="0031343D" w:rsidRDefault="0031343D">
    <w:pPr>
      <w:pStyle w:val="a5"/>
      <w:jc w:val="center"/>
      <w:rPr>
        <w:rFonts w:eastAsia="HG正楷書体-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51BBB" w14:textId="77777777" w:rsidR="00326A6C" w:rsidRDefault="00326A6C">
      <w:r>
        <w:separator/>
      </w:r>
    </w:p>
  </w:footnote>
  <w:footnote w:type="continuationSeparator" w:id="0">
    <w:p w14:paraId="4933F6F7" w14:textId="77777777" w:rsidR="00326A6C" w:rsidRDefault="00326A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75"/>
  <w:drawingGridVerticalSpacing w:val="21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0EC"/>
    <w:rsid w:val="000052C8"/>
    <w:rsid w:val="00005AB7"/>
    <w:rsid w:val="00016E66"/>
    <w:rsid w:val="0002068C"/>
    <w:rsid w:val="00024016"/>
    <w:rsid w:val="00027BA2"/>
    <w:rsid w:val="000569F1"/>
    <w:rsid w:val="000613EF"/>
    <w:rsid w:val="000618BA"/>
    <w:rsid w:val="000645A4"/>
    <w:rsid w:val="000666C7"/>
    <w:rsid w:val="00077FB4"/>
    <w:rsid w:val="00082ACF"/>
    <w:rsid w:val="000944E4"/>
    <w:rsid w:val="000C19E0"/>
    <w:rsid w:val="000C705B"/>
    <w:rsid w:val="000C7BBF"/>
    <w:rsid w:val="000C7F06"/>
    <w:rsid w:val="000E3876"/>
    <w:rsid w:val="000F3C19"/>
    <w:rsid w:val="000F6CA3"/>
    <w:rsid w:val="000F7EE2"/>
    <w:rsid w:val="00106966"/>
    <w:rsid w:val="001120CD"/>
    <w:rsid w:val="001165C6"/>
    <w:rsid w:val="00120AE4"/>
    <w:rsid w:val="001568FA"/>
    <w:rsid w:val="00162654"/>
    <w:rsid w:val="001756DF"/>
    <w:rsid w:val="0018060E"/>
    <w:rsid w:val="001837E8"/>
    <w:rsid w:val="00191CA7"/>
    <w:rsid w:val="001A58B9"/>
    <w:rsid w:val="001A60CC"/>
    <w:rsid w:val="001A7B1B"/>
    <w:rsid w:val="001A7C77"/>
    <w:rsid w:val="001B2D72"/>
    <w:rsid w:val="001D45AE"/>
    <w:rsid w:val="001D6A1C"/>
    <w:rsid w:val="001D74BA"/>
    <w:rsid w:val="001F00A5"/>
    <w:rsid w:val="001F45FB"/>
    <w:rsid w:val="001F4BE5"/>
    <w:rsid w:val="0020152C"/>
    <w:rsid w:val="002047F9"/>
    <w:rsid w:val="00210FE6"/>
    <w:rsid w:val="0022643C"/>
    <w:rsid w:val="00226FE9"/>
    <w:rsid w:val="00263814"/>
    <w:rsid w:val="0026767F"/>
    <w:rsid w:val="00270969"/>
    <w:rsid w:val="00270D74"/>
    <w:rsid w:val="0027750F"/>
    <w:rsid w:val="00280E8F"/>
    <w:rsid w:val="00280F89"/>
    <w:rsid w:val="0028188A"/>
    <w:rsid w:val="00297F24"/>
    <w:rsid w:val="002A1D9A"/>
    <w:rsid w:val="002A61EB"/>
    <w:rsid w:val="002B4610"/>
    <w:rsid w:val="002B771B"/>
    <w:rsid w:val="002C0DAE"/>
    <w:rsid w:val="002C1237"/>
    <w:rsid w:val="002C326A"/>
    <w:rsid w:val="002C3293"/>
    <w:rsid w:val="002C7EBC"/>
    <w:rsid w:val="002D270F"/>
    <w:rsid w:val="002E2859"/>
    <w:rsid w:val="00306911"/>
    <w:rsid w:val="00306BC1"/>
    <w:rsid w:val="003116F3"/>
    <w:rsid w:val="0031343D"/>
    <w:rsid w:val="003231A5"/>
    <w:rsid w:val="00325BD6"/>
    <w:rsid w:val="00326707"/>
    <w:rsid w:val="00326A6C"/>
    <w:rsid w:val="00333222"/>
    <w:rsid w:val="00333F2A"/>
    <w:rsid w:val="00351D3D"/>
    <w:rsid w:val="003565FC"/>
    <w:rsid w:val="00366B36"/>
    <w:rsid w:val="00385979"/>
    <w:rsid w:val="003B0EBB"/>
    <w:rsid w:val="003C299F"/>
    <w:rsid w:val="003C4238"/>
    <w:rsid w:val="003C6BF3"/>
    <w:rsid w:val="003C7AE8"/>
    <w:rsid w:val="003C7ED1"/>
    <w:rsid w:val="003D0859"/>
    <w:rsid w:val="003D1C6D"/>
    <w:rsid w:val="003D7254"/>
    <w:rsid w:val="003E7293"/>
    <w:rsid w:val="003F4A85"/>
    <w:rsid w:val="0041054D"/>
    <w:rsid w:val="004261D3"/>
    <w:rsid w:val="004277ED"/>
    <w:rsid w:val="00430FEB"/>
    <w:rsid w:val="004433DA"/>
    <w:rsid w:val="00444743"/>
    <w:rsid w:val="00447339"/>
    <w:rsid w:val="004551EF"/>
    <w:rsid w:val="00457D77"/>
    <w:rsid w:val="00463D9E"/>
    <w:rsid w:val="0048326E"/>
    <w:rsid w:val="00483E12"/>
    <w:rsid w:val="00487249"/>
    <w:rsid w:val="004940A8"/>
    <w:rsid w:val="004957D1"/>
    <w:rsid w:val="00496F37"/>
    <w:rsid w:val="004B192D"/>
    <w:rsid w:val="004C0104"/>
    <w:rsid w:val="004C377E"/>
    <w:rsid w:val="004C6DB3"/>
    <w:rsid w:val="004E6B1A"/>
    <w:rsid w:val="004E7BB0"/>
    <w:rsid w:val="004F25E2"/>
    <w:rsid w:val="00504CC4"/>
    <w:rsid w:val="0050793F"/>
    <w:rsid w:val="00542E83"/>
    <w:rsid w:val="005573D8"/>
    <w:rsid w:val="005576ED"/>
    <w:rsid w:val="00581C16"/>
    <w:rsid w:val="00584FB9"/>
    <w:rsid w:val="00592CCA"/>
    <w:rsid w:val="005B04B1"/>
    <w:rsid w:val="005B749B"/>
    <w:rsid w:val="005C0961"/>
    <w:rsid w:val="005D2277"/>
    <w:rsid w:val="005E2168"/>
    <w:rsid w:val="005F3597"/>
    <w:rsid w:val="005F443C"/>
    <w:rsid w:val="0060304B"/>
    <w:rsid w:val="00614C1B"/>
    <w:rsid w:val="00621ABD"/>
    <w:rsid w:val="00624A4E"/>
    <w:rsid w:val="00631E7C"/>
    <w:rsid w:val="00661A2C"/>
    <w:rsid w:val="00666F32"/>
    <w:rsid w:val="00667187"/>
    <w:rsid w:val="0068176E"/>
    <w:rsid w:val="00686A9A"/>
    <w:rsid w:val="006956A7"/>
    <w:rsid w:val="006A6E3C"/>
    <w:rsid w:val="006B3C6C"/>
    <w:rsid w:val="006D4983"/>
    <w:rsid w:val="006E1E0A"/>
    <w:rsid w:val="006E4951"/>
    <w:rsid w:val="00705732"/>
    <w:rsid w:val="007071DD"/>
    <w:rsid w:val="00714D51"/>
    <w:rsid w:val="00721CAA"/>
    <w:rsid w:val="00725FC9"/>
    <w:rsid w:val="0074204C"/>
    <w:rsid w:val="00744B3C"/>
    <w:rsid w:val="00752304"/>
    <w:rsid w:val="00753713"/>
    <w:rsid w:val="007569A3"/>
    <w:rsid w:val="0076208F"/>
    <w:rsid w:val="00763D60"/>
    <w:rsid w:val="007668C9"/>
    <w:rsid w:val="00780C2E"/>
    <w:rsid w:val="00784275"/>
    <w:rsid w:val="007857B1"/>
    <w:rsid w:val="0079169D"/>
    <w:rsid w:val="00792C58"/>
    <w:rsid w:val="00793946"/>
    <w:rsid w:val="00797CAD"/>
    <w:rsid w:val="007A50F1"/>
    <w:rsid w:val="007A621B"/>
    <w:rsid w:val="007B656A"/>
    <w:rsid w:val="007C6DC9"/>
    <w:rsid w:val="007D0389"/>
    <w:rsid w:val="007D156E"/>
    <w:rsid w:val="007D18E4"/>
    <w:rsid w:val="007D57B7"/>
    <w:rsid w:val="007F425D"/>
    <w:rsid w:val="008146BB"/>
    <w:rsid w:val="0082519F"/>
    <w:rsid w:val="00833318"/>
    <w:rsid w:val="008565F9"/>
    <w:rsid w:val="008646FA"/>
    <w:rsid w:val="00871FF9"/>
    <w:rsid w:val="0087295B"/>
    <w:rsid w:val="00882578"/>
    <w:rsid w:val="008A6A96"/>
    <w:rsid w:val="008B4A9F"/>
    <w:rsid w:val="008C2149"/>
    <w:rsid w:val="008D1C80"/>
    <w:rsid w:val="008D2091"/>
    <w:rsid w:val="008D2D1A"/>
    <w:rsid w:val="008E7241"/>
    <w:rsid w:val="008E79FB"/>
    <w:rsid w:val="00920E65"/>
    <w:rsid w:val="00935715"/>
    <w:rsid w:val="00945E45"/>
    <w:rsid w:val="00950541"/>
    <w:rsid w:val="00956AEE"/>
    <w:rsid w:val="0096755A"/>
    <w:rsid w:val="0097248E"/>
    <w:rsid w:val="00983C89"/>
    <w:rsid w:val="00983CEE"/>
    <w:rsid w:val="00985B69"/>
    <w:rsid w:val="0099787E"/>
    <w:rsid w:val="009A175D"/>
    <w:rsid w:val="009A1AC8"/>
    <w:rsid w:val="009A3EEA"/>
    <w:rsid w:val="009A43E2"/>
    <w:rsid w:val="009A60F5"/>
    <w:rsid w:val="009B57AC"/>
    <w:rsid w:val="009C60FE"/>
    <w:rsid w:val="009D3095"/>
    <w:rsid w:val="009D5FAB"/>
    <w:rsid w:val="009E637C"/>
    <w:rsid w:val="009F3D3B"/>
    <w:rsid w:val="009F4EF0"/>
    <w:rsid w:val="009F724E"/>
    <w:rsid w:val="00A13BCF"/>
    <w:rsid w:val="00A15160"/>
    <w:rsid w:val="00A16B42"/>
    <w:rsid w:val="00A24FE7"/>
    <w:rsid w:val="00A36AA8"/>
    <w:rsid w:val="00A4679E"/>
    <w:rsid w:val="00A64AFF"/>
    <w:rsid w:val="00A71418"/>
    <w:rsid w:val="00A9147C"/>
    <w:rsid w:val="00A92E30"/>
    <w:rsid w:val="00A9591B"/>
    <w:rsid w:val="00A9610C"/>
    <w:rsid w:val="00AA0317"/>
    <w:rsid w:val="00AA3740"/>
    <w:rsid w:val="00AA73B1"/>
    <w:rsid w:val="00AB0B7B"/>
    <w:rsid w:val="00AB2165"/>
    <w:rsid w:val="00AC03DD"/>
    <w:rsid w:val="00AC4532"/>
    <w:rsid w:val="00AD18F9"/>
    <w:rsid w:val="00AD7B28"/>
    <w:rsid w:val="00AE1B36"/>
    <w:rsid w:val="00AE744B"/>
    <w:rsid w:val="00AF23C9"/>
    <w:rsid w:val="00AF3CF3"/>
    <w:rsid w:val="00AF6F2C"/>
    <w:rsid w:val="00B020EC"/>
    <w:rsid w:val="00B03F09"/>
    <w:rsid w:val="00B0507B"/>
    <w:rsid w:val="00B1084A"/>
    <w:rsid w:val="00B214FF"/>
    <w:rsid w:val="00B2261C"/>
    <w:rsid w:val="00B23325"/>
    <w:rsid w:val="00B2591D"/>
    <w:rsid w:val="00B4430B"/>
    <w:rsid w:val="00B52ABB"/>
    <w:rsid w:val="00B537D4"/>
    <w:rsid w:val="00B55F8C"/>
    <w:rsid w:val="00B61182"/>
    <w:rsid w:val="00B6147A"/>
    <w:rsid w:val="00B80018"/>
    <w:rsid w:val="00B92247"/>
    <w:rsid w:val="00B94D3D"/>
    <w:rsid w:val="00BA15E9"/>
    <w:rsid w:val="00BB10DB"/>
    <w:rsid w:val="00BD2593"/>
    <w:rsid w:val="00BE3646"/>
    <w:rsid w:val="00BF1D07"/>
    <w:rsid w:val="00BF570E"/>
    <w:rsid w:val="00C14F89"/>
    <w:rsid w:val="00C253E4"/>
    <w:rsid w:val="00C2647A"/>
    <w:rsid w:val="00C33951"/>
    <w:rsid w:val="00C35D42"/>
    <w:rsid w:val="00C42899"/>
    <w:rsid w:val="00C44F8B"/>
    <w:rsid w:val="00C45B57"/>
    <w:rsid w:val="00C477D2"/>
    <w:rsid w:val="00C67B95"/>
    <w:rsid w:val="00C74199"/>
    <w:rsid w:val="00C749B6"/>
    <w:rsid w:val="00C832E3"/>
    <w:rsid w:val="00C86823"/>
    <w:rsid w:val="00C93350"/>
    <w:rsid w:val="00C934D1"/>
    <w:rsid w:val="00CB037E"/>
    <w:rsid w:val="00CB66B2"/>
    <w:rsid w:val="00CC292B"/>
    <w:rsid w:val="00CD2DC4"/>
    <w:rsid w:val="00CD7C83"/>
    <w:rsid w:val="00D0155E"/>
    <w:rsid w:val="00D02CF9"/>
    <w:rsid w:val="00D1332D"/>
    <w:rsid w:val="00D17909"/>
    <w:rsid w:val="00D342B4"/>
    <w:rsid w:val="00D356C7"/>
    <w:rsid w:val="00D44884"/>
    <w:rsid w:val="00D61C21"/>
    <w:rsid w:val="00D6477D"/>
    <w:rsid w:val="00D70511"/>
    <w:rsid w:val="00D72A7B"/>
    <w:rsid w:val="00D871AD"/>
    <w:rsid w:val="00D94E66"/>
    <w:rsid w:val="00DA0199"/>
    <w:rsid w:val="00DC5319"/>
    <w:rsid w:val="00DC6D0C"/>
    <w:rsid w:val="00DF70DC"/>
    <w:rsid w:val="00E0134D"/>
    <w:rsid w:val="00E05406"/>
    <w:rsid w:val="00E278E0"/>
    <w:rsid w:val="00E37148"/>
    <w:rsid w:val="00E51AC8"/>
    <w:rsid w:val="00E74C71"/>
    <w:rsid w:val="00E83F73"/>
    <w:rsid w:val="00E9146D"/>
    <w:rsid w:val="00E970B5"/>
    <w:rsid w:val="00EA6466"/>
    <w:rsid w:val="00EB0490"/>
    <w:rsid w:val="00EB5151"/>
    <w:rsid w:val="00ED733F"/>
    <w:rsid w:val="00EF06DE"/>
    <w:rsid w:val="00F11AF7"/>
    <w:rsid w:val="00F13661"/>
    <w:rsid w:val="00F14FED"/>
    <w:rsid w:val="00F31FED"/>
    <w:rsid w:val="00F349F7"/>
    <w:rsid w:val="00F452FD"/>
    <w:rsid w:val="00F46161"/>
    <w:rsid w:val="00F47C3E"/>
    <w:rsid w:val="00F5022D"/>
    <w:rsid w:val="00F51C9E"/>
    <w:rsid w:val="00F53E6B"/>
    <w:rsid w:val="00F57A9E"/>
    <w:rsid w:val="00F61A83"/>
    <w:rsid w:val="00F637C4"/>
    <w:rsid w:val="00F6699E"/>
    <w:rsid w:val="00F7563D"/>
    <w:rsid w:val="00F85F0F"/>
    <w:rsid w:val="00F867F6"/>
    <w:rsid w:val="00F90CB5"/>
    <w:rsid w:val="00F95E59"/>
    <w:rsid w:val="00FA28F7"/>
    <w:rsid w:val="00FA3FE9"/>
    <w:rsid w:val="00FA780E"/>
    <w:rsid w:val="00FB331B"/>
    <w:rsid w:val="00FC5CED"/>
    <w:rsid w:val="00FE0BDD"/>
    <w:rsid w:val="00FF255A"/>
    <w:rsid w:val="00FF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E74A5B7"/>
  <w15:chartTrackingRefBased/>
  <w15:docId w15:val="{388EA860-48B1-4EE9-87E6-766CE8969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A621B"/>
    <w:pPr>
      <w:widowControl w:val="0"/>
      <w:jc w:val="both"/>
    </w:pPr>
    <w:rPr>
      <w:kern w:val="2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45B5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45B57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８"/>
    <w:rsid w:val="00ED733F"/>
    <w:pPr>
      <w:widowControl w:val="0"/>
      <w:wordWrap w:val="0"/>
      <w:autoSpaceDE w:val="0"/>
      <w:autoSpaceDN w:val="0"/>
      <w:adjustRightInd w:val="0"/>
      <w:spacing w:line="470" w:lineRule="atLeast"/>
      <w:jc w:val="both"/>
    </w:pPr>
    <w:rPr>
      <w:rFonts w:ascii="Times New Roman" w:hAnsi="Times New Roman"/>
      <w:spacing w:val="-4"/>
      <w:sz w:val="23"/>
    </w:rPr>
  </w:style>
  <w:style w:type="paragraph" w:styleId="a6">
    <w:name w:val="Balloon Text"/>
    <w:basedOn w:val="a"/>
    <w:semiHidden/>
    <w:rsid w:val="007D0389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8A6A9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rsid w:val="000666C7"/>
    <w:pPr>
      <w:jc w:val="center"/>
    </w:pPr>
    <w:rPr>
      <w:sz w:val="24"/>
      <w:szCs w:val="24"/>
    </w:rPr>
  </w:style>
  <w:style w:type="paragraph" w:styleId="a9">
    <w:name w:val="Closing"/>
    <w:basedOn w:val="a"/>
    <w:rsid w:val="000666C7"/>
    <w:pPr>
      <w:jc w:val="righ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0_Template\&#36215;&#26696;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起案様式.dot</Template>
  <TotalTime>4</TotalTime>
  <Pages>2</Pages>
  <Words>691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【様式第２号（市町村）】</vt:lpstr>
      <vt:lpstr>【様式第２号（市町村）】</vt:lpstr>
    </vt:vector>
  </TitlesOfParts>
  <Company>山形県庁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【様式第２号（市町村）】</dc:title>
  <dc:subject/>
  <dc:creator>user</dc:creator>
  <cp:keywords/>
  <dc:description/>
  <cp:lastModifiedBy>近藤紀行</cp:lastModifiedBy>
  <cp:revision>4</cp:revision>
  <cp:lastPrinted>2015-02-15T23:47:00Z</cp:lastPrinted>
  <dcterms:created xsi:type="dcterms:W3CDTF">2024-09-21T07:21:00Z</dcterms:created>
  <dcterms:modified xsi:type="dcterms:W3CDTF">2026-01-17T10:42:00Z</dcterms:modified>
</cp:coreProperties>
</file>